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55" w:rsidRDefault="00A90655" w:rsidP="00172743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left:0;text-align:left;margin-left:3in;margin-top:0;width:34pt;height:48.2pt;z-index:251658240;visibility:visible">
            <v:imagedata r:id="rId5" o:title=""/>
            <w10:wrap type="square" side="right"/>
          </v:shape>
        </w:pict>
      </w:r>
    </w:p>
    <w:p w:rsidR="00A90655" w:rsidRDefault="00A90655" w:rsidP="00172743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:rsidR="00A90655" w:rsidRPr="00402694" w:rsidRDefault="00A90655" w:rsidP="00172743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402694">
        <w:rPr>
          <w:rFonts w:ascii="Times New Roman" w:hAnsi="Times New Roman"/>
          <w:sz w:val="18"/>
          <w:szCs w:val="18"/>
          <w:lang w:val="uk-UA"/>
        </w:rPr>
        <w:br w:type="textWrapping" w:clear="all"/>
      </w:r>
    </w:p>
    <w:p w:rsidR="00A90655" w:rsidRPr="00402694" w:rsidRDefault="00A90655" w:rsidP="001727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bCs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bCs/>
          <w:sz w:val="28"/>
          <w:szCs w:val="28"/>
          <w:lang w:val="uk-UA"/>
        </w:rPr>
        <w:t>УКРАЇНА</w:t>
      </w:r>
    </w:p>
    <w:p w:rsidR="00A90655" w:rsidRPr="00402694" w:rsidRDefault="00A90655" w:rsidP="001727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A90655" w:rsidRPr="00402694" w:rsidRDefault="00A90655" w:rsidP="001727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A90655" w:rsidRDefault="00A90655" w:rsidP="001727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A90655" w:rsidRDefault="00A90655" w:rsidP="001727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A90655" w:rsidRDefault="00A90655" w:rsidP="00655F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5F55"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№420</w:t>
      </w:r>
    </w:p>
    <w:p w:rsidR="00A90655" w:rsidRPr="00655F55" w:rsidRDefault="00A90655" w:rsidP="00655F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90655" w:rsidRDefault="00A90655" w:rsidP="008F4CFD">
      <w:pPr>
        <w:pStyle w:val="Heading3"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 w:val="32"/>
          <w:szCs w:val="32"/>
          <w:lang w:val="uk-UA"/>
        </w:rPr>
      </w:pPr>
      <w:r>
        <w:rPr>
          <w:szCs w:val="28"/>
          <w:lang w:val="uk-UA"/>
        </w:rPr>
        <w:t xml:space="preserve">            27 грудня 2016 року                                                    20 сесія 7 скликання</w:t>
      </w:r>
    </w:p>
    <w:p w:rsidR="00A90655" w:rsidRPr="00402694" w:rsidRDefault="00A90655" w:rsidP="008F4CFD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val="uk-UA"/>
        </w:rPr>
      </w:pPr>
    </w:p>
    <w:p w:rsidR="00A90655" w:rsidRPr="000A51E7" w:rsidRDefault="00A90655" w:rsidP="00172743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Про затвердження технічної документації з нормативної гр</w:t>
      </w:r>
      <w:r>
        <w:rPr>
          <w:rFonts w:ascii="Times New Roman" w:hAnsi="Times New Roman"/>
          <w:b/>
          <w:sz w:val="28"/>
          <w:szCs w:val="28"/>
          <w:lang w:val="uk-UA"/>
        </w:rPr>
        <w:t>ошової оцінки земельної ділянки, що надається в оренду ТОВ «ТЕКА» для розміщення та експлуатації будівель і споруд автомобільного транспорту та дорожнього господарства (обслуговування автозаправочної станції) розташованої на території Комарівської сільської ради Вінницького району Вінницької області</w:t>
      </w:r>
    </w:p>
    <w:p w:rsidR="00A90655" w:rsidRPr="00402694" w:rsidRDefault="00A90655" w:rsidP="00172743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90655" w:rsidRDefault="00A90655" w:rsidP="00172743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Відповідно до п.21 ч.1 ст.43 Закону України «Про місцеве самоврядування в Україні», ст.ст.10,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BFD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E4B">
        <w:rPr>
          <w:rFonts w:ascii="Times New Roman" w:hAnsi="Times New Roman"/>
          <w:sz w:val="28"/>
          <w:szCs w:val="28"/>
          <w:lang w:val="uk-UA"/>
        </w:rPr>
        <w:t>нормативної грошової оцінки земельної ділянки, що надається в оренду ТОВ «ТЕКА» для розміщення та експлуатації будівель і споруд автомобільного транспорту та дорожнього господарства (обслуговування автозаправочної станції) розташованої на території Комарівської сільської ради Вінницького району Вінницькоїобласті</w:t>
      </w:r>
      <w:r w:rsidRPr="00402694">
        <w:rPr>
          <w:rFonts w:ascii="Times New Roman" w:hAnsi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</w:t>
      </w:r>
      <w:r>
        <w:rPr>
          <w:rFonts w:ascii="Times New Roman" w:hAnsi="Times New Roman"/>
          <w:sz w:val="28"/>
          <w:szCs w:val="28"/>
          <w:lang w:val="uk-UA"/>
        </w:rPr>
        <w:t xml:space="preserve"> 2032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05.09</w:t>
      </w:r>
      <w:r w:rsidRPr="00402694">
        <w:rPr>
          <w:rFonts w:ascii="Times New Roman" w:hAnsi="Times New Roman"/>
          <w:sz w:val="28"/>
          <w:szCs w:val="28"/>
          <w:lang w:val="uk-UA"/>
        </w:rPr>
        <w:t>.2016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A90655" w:rsidRPr="00402694" w:rsidRDefault="00A90655" w:rsidP="00172743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655" w:rsidRDefault="00A90655" w:rsidP="00172743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402694">
        <w:rPr>
          <w:rFonts w:ascii="Times New Roman" w:hAnsi="Times New Roman"/>
          <w:sz w:val="28"/>
          <w:szCs w:val="28"/>
          <w:lang w:val="uk-UA"/>
        </w:rPr>
        <w:t>:</w:t>
      </w:r>
    </w:p>
    <w:p w:rsidR="00A90655" w:rsidRPr="00402694" w:rsidRDefault="00A90655" w:rsidP="00172743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90655" w:rsidRPr="00402694" w:rsidRDefault="00A90655" w:rsidP="00172743">
      <w:pPr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Затвердити технічну документацію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E4B">
        <w:rPr>
          <w:rFonts w:ascii="Times New Roman" w:hAnsi="Times New Roman"/>
          <w:sz w:val="28"/>
          <w:szCs w:val="28"/>
          <w:lang w:val="uk-UA"/>
        </w:rPr>
        <w:t>нормативної грошової оцінки земельної ділянки, що надається в оренду ТОВ «ТЕКА» для розміщення та експлуатації будівель і споруд автомобільного транспорту та дорожнього господарства (обслуговування автозаправочної станції) розташованої на території Комарівської сільської ради Вінницького району Вінницькоїобласті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0,1500 га</w:t>
        </w:r>
      </w:smartTag>
      <w:r>
        <w:rPr>
          <w:rFonts w:ascii="Times New Roman" w:hAnsi="Times New Roman"/>
          <w:sz w:val="28"/>
          <w:szCs w:val="28"/>
          <w:lang w:val="uk-UA"/>
        </w:rPr>
        <w:t>, з визначеною сумою 639708 грн. 28 коп. (шістсот тридцять дев’ять тисяч сімсот вісім гривень 28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коп.).</w:t>
      </w:r>
    </w:p>
    <w:p w:rsidR="00A90655" w:rsidRDefault="00A90655" w:rsidP="00172743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A90655" w:rsidRPr="00402694" w:rsidRDefault="00A90655" w:rsidP="00172743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655" w:rsidRPr="00402694" w:rsidRDefault="00A90655" w:rsidP="00172743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A90655" w:rsidRPr="00402694" w:rsidRDefault="00A90655" w:rsidP="00172743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Плакида О.О.</w:t>
      </w:r>
    </w:p>
    <w:p w:rsidR="00A90655" w:rsidRPr="00402694" w:rsidRDefault="00A90655" w:rsidP="00172743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Часовських Д.В.</w:t>
      </w:r>
    </w:p>
    <w:p w:rsidR="00A90655" w:rsidRPr="00402694" w:rsidRDefault="00A90655" w:rsidP="00172743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Храпко А.М.</w:t>
      </w:r>
    </w:p>
    <w:p w:rsidR="00A90655" w:rsidRPr="00402694" w:rsidRDefault="00A90655" w:rsidP="00172743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Шабленко А.К.</w:t>
      </w:r>
    </w:p>
    <w:p w:rsidR="00A90655" w:rsidRPr="00402694" w:rsidRDefault="00A90655" w:rsidP="00172743">
      <w:pPr>
        <w:rPr>
          <w:lang w:val="uk-UA"/>
        </w:rPr>
      </w:pPr>
    </w:p>
    <w:p w:rsidR="00A90655" w:rsidRPr="00ED236C" w:rsidRDefault="00A90655" w:rsidP="00172743">
      <w:pPr>
        <w:rPr>
          <w:lang w:val="uk-UA"/>
        </w:rPr>
      </w:pPr>
    </w:p>
    <w:p w:rsidR="00A90655" w:rsidRPr="00172743" w:rsidRDefault="00A90655">
      <w:pPr>
        <w:rPr>
          <w:lang w:val="uk-UA"/>
        </w:rPr>
      </w:pPr>
    </w:p>
    <w:sectPr w:rsidR="00A90655" w:rsidRPr="00172743" w:rsidSect="005B595F">
      <w:pgSz w:w="11906" w:h="16838"/>
      <w:pgMar w:top="1258" w:right="850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70813"/>
    <w:multiLevelType w:val="hybridMultilevel"/>
    <w:tmpl w:val="CA98A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DDB7DE2"/>
    <w:multiLevelType w:val="hybridMultilevel"/>
    <w:tmpl w:val="4C5609A2"/>
    <w:lvl w:ilvl="0" w:tplc="9286BA22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743"/>
    <w:rsid w:val="000A51E7"/>
    <w:rsid w:val="000C22FF"/>
    <w:rsid w:val="00172743"/>
    <w:rsid w:val="003B4425"/>
    <w:rsid w:val="00402694"/>
    <w:rsid w:val="005B595F"/>
    <w:rsid w:val="005E2A5C"/>
    <w:rsid w:val="00655F55"/>
    <w:rsid w:val="00662517"/>
    <w:rsid w:val="00720E4B"/>
    <w:rsid w:val="007753EB"/>
    <w:rsid w:val="007B1DEA"/>
    <w:rsid w:val="008E3874"/>
    <w:rsid w:val="008F4CFD"/>
    <w:rsid w:val="00A13A20"/>
    <w:rsid w:val="00A90655"/>
    <w:rsid w:val="00AD5BBC"/>
    <w:rsid w:val="00AF3A12"/>
    <w:rsid w:val="00B918AD"/>
    <w:rsid w:val="00C02C22"/>
    <w:rsid w:val="00CE4655"/>
    <w:rsid w:val="00D03EE5"/>
    <w:rsid w:val="00E77BFD"/>
    <w:rsid w:val="00ED236C"/>
    <w:rsid w:val="00F04282"/>
    <w:rsid w:val="00F34149"/>
    <w:rsid w:val="00F902B1"/>
    <w:rsid w:val="00FA0F01"/>
    <w:rsid w:val="00FE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149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8F4CFD"/>
    <w:pPr>
      <w:keepNext/>
      <w:tabs>
        <w:tab w:val="left" w:pos="4836"/>
      </w:tabs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8F4CFD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2</Pages>
  <Words>347</Words>
  <Characters>1983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ИРА</cp:lastModifiedBy>
  <cp:revision>8</cp:revision>
  <cp:lastPrinted>2016-12-28T10:51:00Z</cp:lastPrinted>
  <dcterms:created xsi:type="dcterms:W3CDTF">2016-11-16T11:01:00Z</dcterms:created>
  <dcterms:modified xsi:type="dcterms:W3CDTF">2016-12-28T10:51:00Z</dcterms:modified>
</cp:coreProperties>
</file>